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5CB1">
        <w:rPr>
          <w:rFonts w:ascii="Arial" w:hAnsi="Arial" w:cs="Arial"/>
          <w:b/>
          <w:caps/>
          <w:sz w:val="28"/>
          <w:szCs w:val="28"/>
        </w:rPr>
        <w:t>135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25C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5CB1">
              <w:rPr>
                <w:rFonts w:ascii="Arial" w:hAnsi="Arial" w:cs="Arial"/>
                <w:sz w:val="20"/>
                <w:szCs w:val="20"/>
              </w:rPr>
              <w:t>Moção Congratulatória à Igreja Católica Maria Auxiliadora dos Cristãos, na pessoa do Padre Jaime Marcelo Maria Gato, pela realização da Missa de Domingo de Ramos, ocorrida no 25 de março p. passado.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5CB1" w:rsidRDefault="003F7497" w:rsidP="00825CB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25CB1" w:rsidRPr="00825CB1">
        <w:rPr>
          <w:rFonts w:ascii="Arial" w:hAnsi="Arial" w:cs="Arial"/>
        </w:rPr>
        <w:t>Moção Congratulatória à Igreja Católica Maria Auxiliadora dos Cristãos, na pessoa do Padre Jaime Marcelo Maria Gato, pela realização da Missa de Domingo de Ramos, ocorrida no 25 de mar</w:t>
      </w:r>
      <w:bookmarkStart w:id="0" w:name="_GoBack"/>
      <w:bookmarkEnd w:id="0"/>
      <w:r w:rsidR="00825CB1" w:rsidRPr="00825CB1">
        <w:rPr>
          <w:rFonts w:ascii="Arial" w:hAnsi="Arial" w:cs="Arial"/>
        </w:rPr>
        <w:t>ço p. passado.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25CB1">
        <w:rPr>
          <w:rFonts w:ascii="Arial" w:hAnsi="Arial" w:cs="Arial"/>
        </w:rPr>
        <w:t>04</w:t>
      </w:r>
      <w:r w:rsidR="00EB4007">
        <w:rPr>
          <w:rFonts w:ascii="Arial" w:hAnsi="Arial" w:cs="Arial"/>
        </w:rPr>
        <w:t xml:space="preserve"> de </w:t>
      </w:r>
      <w:r w:rsidR="00825CB1">
        <w:rPr>
          <w:rFonts w:ascii="Arial" w:hAnsi="Arial" w:cs="Arial"/>
        </w:rPr>
        <w:t>abril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25CB1" w:rsidRPr="00A34F2C" w:rsidRDefault="00825CB1" w:rsidP="00825CB1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25CB1" w:rsidRDefault="00825CB1" w:rsidP="00825CB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25CB1" w:rsidRPr="00A34F2C" w:rsidRDefault="00825CB1" w:rsidP="00825CB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947" w:rsidRDefault="00CE3947">
      <w:r>
        <w:separator/>
      </w:r>
    </w:p>
  </w:endnote>
  <w:endnote w:type="continuationSeparator" w:id="0">
    <w:p w:rsidR="00CE3947" w:rsidRDefault="00CE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947" w:rsidRDefault="00CE3947">
      <w:r>
        <w:separator/>
      </w:r>
    </w:p>
  </w:footnote>
  <w:footnote w:type="continuationSeparator" w:id="0">
    <w:p w:rsidR="00CE3947" w:rsidRDefault="00CE3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5C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5C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CB1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AE32E8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E3947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5C7D8-95AC-49E5-9852-85C1EB38D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2018-03-29T15:13:00Z</dcterms:created>
  <dcterms:modified xsi:type="dcterms:W3CDTF">2018-03-29T15:15:00Z</dcterms:modified>
</cp:coreProperties>
</file>